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84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>ИЛОЖЕНИЕ № 8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от 18.12.2014 г. №25</w:t>
      </w:r>
    </w:p>
    <w:p w:rsidR="00AB0D6E" w:rsidRPr="003843E6" w:rsidRDefault="00AB0D6E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AB0D6E" w:rsidRPr="003843E6" w:rsidRDefault="00AB0D6E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B0D6E" w:rsidRPr="003843E6" w:rsidRDefault="00AB0D6E" w:rsidP="00DF2AE9">
      <w:pPr>
        <w:pStyle w:val="Header"/>
        <w:framePr w:h="4080" w:hRule="exact" w:hSpace="180" w:wrap="auto" w:vAnchor="text" w:hAnchor="page" w:x="2290" w:y="-3472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Pr="003843E6">
        <w:t xml:space="preserve"> </w:t>
      </w: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3843E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AB0D6E" w:rsidRDefault="00AB0D6E" w:rsidP="00DF2AE9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AB0D6E" w:rsidRDefault="00AB0D6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0D6E" w:rsidRPr="00F057D4" w:rsidRDefault="00AB0D6E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0D6E" w:rsidRPr="00FD0CD3" w:rsidRDefault="00AB0D6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AB0D6E" w:rsidRPr="00FD0CD3" w:rsidRDefault="00AB0D6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AB0D6E" w:rsidRPr="009105B9" w:rsidRDefault="00AB0D6E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0D6E" w:rsidRDefault="00AB0D6E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AB0D6E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D6E" w:rsidRPr="001435FF" w:rsidRDefault="00AB0D6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D6E" w:rsidRPr="008D66B7" w:rsidRDefault="00AB0D6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0D6E" w:rsidRPr="001435FF" w:rsidRDefault="00AB0D6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AB0D6E" w:rsidRPr="001435FF" w:rsidRDefault="00AB0D6E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AB0D6E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6E" w:rsidRPr="001435FF" w:rsidRDefault="00AB0D6E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6E" w:rsidRPr="001435FF" w:rsidRDefault="00AB0D6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D6E" w:rsidRPr="001435FF" w:rsidRDefault="00AB0D6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0D6E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AB0D6E" w:rsidRPr="001435FF" w:rsidRDefault="00AB0D6E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AB0D6E" w:rsidRPr="009C2D45" w:rsidRDefault="00AB0D6E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AB0D6E" w:rsidRPr="00690313" w:rsidRDefault="00AB0D6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D6E" w:rsidRPr="001435FF">
        <w:trPr>
          <w:trHeight w:val="113"/>
        </w:trPr>
        <w:tc>
          <w:tcPr>
            <w:tcW w:w="561" w:type="dxa"/>
            <w:vMerge/>
          </w:tcPr>
          <w:p w:rsidR="00AB0D6E" w:rsidRPr="001435FF" w:rsidRDefault="00AB0D6E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AB0D6E" w:rsidRPr="001435FF" w:rsidRDefault="00AB0D6E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AB0D6E" w:rsidRPr="001569FE" w:rsidRDefault="00AB0D6E" w:rsidP="00DF2AE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0.00</w:t>
            </w:r>
          </w:p>
        </w:tc>
      </w:tr>
      <w:tr w:rsidR="00AB0D6E" w:rsidRPr="00A755D8">
        <w:trPr>
          <w:trHeight w:val="113"/>
        </w:trPr>
        <w:tc>
          <w:tcPr>
            <w:tcW w:w="561" w:type="dxa"/>
          </w:tcPr>
          <w:p w:rsidR="00AB0D6E" w:rsidRPr="00A755D8" w:rsidRDefault="00AB0D6E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AB0D6E" w:rsidRPr="00A755D8" w:rsidRDefault="00AB0D6E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B0D6E" w:rsidRPr="00A755D8" w:rsidRDefault="00AB0D6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B0D6E" w:rsidRPr="00EE057C">
        <w:trPr>
          <w:trHeight w:val="113"/>
        </w:trPr>
        <w:tc>
          <w:tcPr>
            <w:tcW w:w="6961" w:type="dxa"/>
            <w:gridSpan w:val="2"/>
          </w:tcPr>
          <w:p w:rsidR="00AB0D6E" w:rsidRPr="00EE057C" w:rsidRDefault="00AB0D6E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AB0D6E" w:rsidRDefault="00AB0D6E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0.00</w:t>
            </w:r>
          </w:p>
        </w:tc>
      </w:tr>
    </w:tbl>
    <w:p w:rsidR="00AB0D6E" w:rsidRPr="00EE057C" w:rsidRDefault="00AB0D6E">
      <w:pPr>
        <w:rPr>
          <w:rFonts w:ascii="Times New Roman" w:hAnsi="Times New Roman" w:cs="Times New Roman"/>
          <w:sz w:val="28"/>
          <w:szCs w:val="28"/>
        </w:rPr>
      </w:pPr>
    </w:p>
    <w:p w:rsidR="00AB0D6E" w:rsidRPr="00EE057C" w:rsidRDefault="00AB0D6E">
      <w:pPr>
        <w:rPr>
          <w:rFonts w:ascii="Times New Roman" w:hAnsi="Times New Roman" w:cs="Times New Roman"/>
          <w:sz w:val="28"/>
          <w:szCs w:val="28"/>
        </w:rPr>
      </w:pPr>
    </w:p>
    <w:p w:rsidR="00AB0D6E" w:rsidRPr="00EE057C" w:rsidRDefault="00AB0D6E">
      <w:pPr>
        <w:rPr>
          <w:rFonts w:ascii="Times New Roman" w:hAnsi="Times New Roman" w:cs="Times New Roman"/>
          <w:sz w:val="28"/>
          <w:szCs w:val="28"/>
        </w:rPr>
      </w:pPr>
    </w:p>
    <w:p w:rsidR="00AB0D6E" w:rsidRPr="00EE057C" w:rsidRDefault="00AB0D6E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AB0D6E" w:rsidRDefault="00AB0D6E"/>
    <w:sectPr w:rsidR="00AB0D6E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2B1D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628F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253A4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0D6E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3A69"/>
    <w:rsid w:val="00B4400F"/>
    <w:rsid w:val="00B504DD"/>
    <w:rsid w:val="00B51A2C"/>
    <w:rsid w:val="00B557B0"/>
    <w:rsid w:val="00B6189F"/>
    <w:rsid w:val="00B632B5"/>
    <w:rsid w:val="00B64EBD"/>
    <w:rsid w:val="00B66C46"/>
    <w:rsid w:val="00B906AA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BE6DA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DF2AE9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2DAD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153</Words>
  <Characters>878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13</cp:revision>
  <cp:lastPrinted>2015-12-02T08:29:00Z</cp:lastPrinted>
  <dcterms:created xsi:type="dcterms:W3CDTF">2014-11-11T11:46:00Z</dcterms:created>
  <dcterms:modified xsi:type="dcterms:W3CDTF">2015-12-02T11:50:00Z</dcterms:modified>
</cp:coreProperties>
</file>